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A2478C" w:rsidRPr="00DD0BCF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</w:t>
            </w:r>
            <w:r w:rsidR="00A304D8">
              <w:rPr>
                <w:rFonts w:asciiTheme="minorHAnsi" w:hAnsiTheme="minorHAnsi" w:cstheme="minorHAnsi"/>
                <w:b/>
                <w:bCs/>
                <w:lang w:val="de-DE"/>
              </w:rPr>
              <w:t>E</w:t>
            </w: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R1S1-1NCDE</w:t>
            </w:r>
          </w:p>
        </w:tc>
      </w:tr>
      <w:tr w:rsidR="00A2478C" w:rsidRPr="00A304D8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miscea LIGHT Standard mit integriertem, berührungslosen Seifenspender </w:t>
            </w:r>
          </w:p>
        </w:tc>
      </w:tr>
      <w:tr w:rsidR="00A2478C" w:rsidRPr="00A304D8" w:rsidTr="007C625C">
        <w:tc>
          <w:tcPr>
            <w:tcW w:w="3510" w:type="dxa"/>
          </w:tcPr>
          <w:p w:rsidR="00A2478C" w:rsidRPr="00DD0BCF" w:rsidRDefault="00A2478C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A2478C" w:rsidRPr="00DD0BCF" w:rsidRDefault="00A2478C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A25407" w:rsidRPr="00DD0BCF" w:rsidRDefault="00A25407" w:rsidP="006F421A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</w:t>
            </w:r>
            <w:r w:rsidR="006F421A">
              <w:rPr>
                <w:rFonts w:asciiTheme="minorHAnsi" w:hAnsiTheme="minorHAnsi" w:cstheme="minorHAnsi"/>
                <w:lang w:val="de-DE"/>
              </w:rPr>
              <w:t>eifenbox für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Beutel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A25407" w:rsidRPr="00A304D8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integriertem, berührungslosen Seifenspender.</w:t>
            </w:r>
          </w:p>
        </w:tc>
      </w:tr>
      <w:tr w:rsidR="00A25407" w:rsidRPr="00A304D8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A25407" w:rsidRPr="00DD0BCF" w:rsidRDefault="00A304D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A304D8">
              <w:rPr>
                <w:rFonts w:asciiTheme="minorHAnsi" w:hAnsiTheme="minorHAnsi" w:cstheme="minorHAnsi"/>
                <w:lang w:val="de-DE"/>
              </w:rPr>
              <w:t>Edelstahl gebürstet</w:t>
            </w:r>
            <w:bookmarkStart w:id="0" w:name="_GoBack"/>
            <w:bookmarkEnd w:id="0"/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D0BCF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D0BCF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A25407" w:rsidRPr="00DD0BCF" w:rsidRDefault="006F421A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A304D8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miscea LIGHT Standard: Spendet berührungslos Wasser 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Seife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D0BCF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A25407" w:rsidRPr="00A304D8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DD0BCF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A25407" w:rsidRPr="00DD0BCF" w:rsidRDefault="006F421A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A25407" w:rsidRPr="00DD0BCF">
              <w:rPr>
                <w:rFonts w:asciiTheme="minorHAnsi" w:hAnsiTheme="minorHAnsi" w:cstheme="minorHAnsi"/>
                <w:lang w:val="de-DE"/>
              </w:rPr>
              <w:t xml:space="preserve"> für Vakuumbeutel mit Seife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System muss mit zwei Beuteln befüllt werden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D0BCF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A25407" w:rsidRPr="00DD0BCF" w:rsidRDefault="00A25407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25407" w:rsidRPr="00DD0BCF" w:rsidTr="007C625C">
        <w:tc>
          <w:tcPr>
            <w:tcW w:w="3510" w:type="dxa"/>
          </w:tcPr>
          <w:p w:rsidR="00A25407" w:rsidRPr="00DD0BCF" w:rsidRDefault="00A25407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25407" w:rsidRPr="00DD0BCF" w:rsidRDefault="00A25407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5B6" w:rsidRDefault="00D915B6" w:rsidP="00187130">
      <w:pPr>
        <w:spacing w:line="240" w:lineRule="auto"/>
      </w:pPr>
      <w:r>
        <w:separator/>
      </w:r>
    </w:p>
  </w:endnote>
  <w:endnote w:type="continuationSeparator" w:id="0">
    <w:p w:rsidR="00D915B6" w:rsidRDefault="00D915B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6F421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0C4E3E">
            <w:rPr>
              <w:sz w:val="16"/>
              <w:szCs w:val="16"/>
            </w:rPr>
            <w:fldChar w:fldCharType="begin"/>
          </w:r>
          <w:r w:rsidR="000C4E3E">
            <w:rPr>
              <w:sz w:val="16"/>
              <w:szCs w:val="16"/>
              <w:lang w:val="de-DE"/>
            </w:rPr>
            <w:instrText xml:space="preserve"> TIME \@ "dd.MM.yyyy" </w:instrText>
          </w:r>
          <w:r w:rsidR="000C4E3E">
            <w:rPr>
              <w:sz w:val="16"/>
              <w:szCs w:val="16"/>
            </w:rPr>
            <w:fldChar w:fldCharType="separate"/>
          </w:r>
          <w:r w:rsidR="00A304D8">
            <w:rPr>
              <w:noProof/>
              <w:sz w:val="16"/>
              <w:szCs w:val="16"/>
              <w:lang w:val="de-DE"/>
            </w:rPr>
            <w:t>27.01.2020</w:t>
          </w:r>
          <w:r w:rsidR="000C4E3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6F421A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5B6" w:rsidRDefault="00D915B6" w:rsidP="00187130">
      <w:pPr>
        <w:spacing w:line="240" w:lineRule="auto"/>
      </w:pPr>
      <w:r>
        <w:separator/>
      </w:r>
    </w:p>
  </w:footnote>
  <w:footnote w:type="continuationSeparator" w:id="0">
    <w:p w:rsidR="00D915B6" w:rsidRDefault="00D915B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4E3E"/>
    <w:rsid w:val="000C71CE"/>
    <w:rsid w:val="000E101F"/>
    <w:rsid w:val="000F397B"/>
    <w:rsid w:val="0016579A"/>
    <w:rsid w:val="00187130"/>
    <w:rsid w:val="00283DCF"/>
    <w:rsid w:val="00311054"/>
    <w:rsid w:val="003C5356"/>
    <w:rsid w:val="00422DFC"/>
    <w:rsid w:val="004879BA"/>
    <w:rsid w:val="004E5BA6"/>
    <w:rsid w:val="004F6ABC"/>
    <w:rsid w:val="00520B84"/>
    <w:rsid w:val="005B00D8"/>
    <w:rsid w:val="006816CB"/>
    <w:rsid w:val="006F2EAC"/>
    <w:rsid w:val="006F3CB6"/>
    <w:rsid w:val="006F421A"/>
    <w:rsid w:val="00736F17"/>
    <w:rsid w:val="008A348D"/>
    <w:rsid w:val="008B327F"/>
    <w:rsid w:val="008B40ED"/>
    <w:rsid w:val="008D6316"/>
    <w:rsid w:val="00921DEB"/>
    <w:rsid w:val="00967D7A"/>
    <w:rsid w:val="00A2478C"/>
    <w:rsid w:val="00A25407"/>
    <w:rsid w:val="00A304D8"/>
    <w:rsid w:val="00A87852"/>
    <w:rsid w:val="00AF53B9"/>
    <w:rsid w:val="00B32D1F"/>
    <w:rsid w:val="00B43FF5"/>
    <w:rsid w:val="00C4200E"/>
    <w:rsid w:val="00CE4B09"/>
    <w:rsid w:val="00D3408D"/>
    <w:rsid w:val="00D915B6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33E941"/>
  <w15:docId w15:val="{C6817559-45BF-4FEC-9AFC-A88F6BEE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2015-05-21T07:50:00Z</dcterms:created>
  <dcterms:modified xsi:type="dcterms:W3CDTF">2020-01-27T12:16:00Z</dcterms:modified>
</cp:coreProperties>
</file>